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A18" w:rsidRDefault="001054BC">
      <w:pPr>
        <w:pStyle w:val="Heading1"/>
      </w:pPr>
      <w:r>
        <w:t>ACME Corporation</w:t>
      </w:r>
      <w:r w:rsidR="00D40D1F">
        <w:tab/>
      </w:r>
    </w:p>
    <w:p w:rsidR="005D2A18" w:rsidRDefault="001054BC">
      <w:pPr>
        <w:pStyle w:val="Title"/>
      </w:pPr>
      <w:r>
        <w:t>Employee NDA</w:t>
      </w:r>
      <w:bookmarkStart w:id="0" w:name="_GoBack"/>
      <w:bookmarkEnd w:id="0"/>
    </w:p>
    <w:p w:rsidR="005D2A18" w:rsidRDefault="00D40D1F">
      <w:pPr>
        <w:pStyle w:val="ListNumber"/>
      </w:pPr>
      <w:r>
        <w:t>PURPOSE</w:t>
      </w:r>
    </w:p>
    <w:p w:rsidR="005D2A18" w:rsidRDefault="00D40D1F">
      <w:sdt>
        <w:sdtPr>
          <w:id w:val="134158251"/>
          <w:placeholder>
            <w:docPart w:val="D4DFC233FBA24CFAB6832C404D924B85"/>
          </w:placeholder>
          <w:temporary/>
          <w:showingPlcHdr/>
          <w15:appearance w15:val="hidden"/>
        </w:sdtPr>
        <w:sdtEndPr/>
        <w:sdtContent>
          <w:r>
            <w:t>[List the objectives for this privacy policy.]</w:t>
          </w:r>
        </w:sdtContent>
      </w:sdt>
    </w:p>
    <w:p w:rsidR="005D2A18" w:rsidRDefault="00D40D1F">
      <w:pPr>
        <w:pStyle w:val="ListNumber"/>
      </w:pPr>
      <w:r>
        <w:t>SCOPE</w:t>
      </w:r>
    </w:p>
    <w:p w:rsidR="005D2A18" w:rsidRDefault="00D40D1F">
      <w:pPr>
        <w:pStyle w:val="ListNumber2"/>
        <w:numPr>
          <w:ilvl w:val="0"/>
          <w:numId w:val="27"/>
        </w:numPr>
      </w:pPr>
      <w:r>
        <w:t xml:space="preserve">This policy applies to all organization’s employees, management, contractors, </w:t>
      </w:r>
      <w:r>
        <w:t>student interns, and volunteers.</w:t>
      </w:r>
    </w:p>
    <w:p w:rsidR="005D2A18" w:rsidRDefault="00D40D1F">
      <w:pPr>
        <w:pStyle w:val="ListNumber2"/>
      </w:pPr>
      <w:r>
        <w:t>This policy describes the organization’s objectives and policies regarding maintaining the privacy of patient information.</w:t>
      </w:r>
    </w:p>
    <w:p w:rsidR="005D2A18" w:rsidRDefault="00D40D1F">
      <w:pPr>
        <w:pStyle w:val="ListNumber2"/>
      </w:pPr>
      <w:sdt>
        <w:sdtPr>
          <w:id w:val="-16467822"/>
          <w:placeholder>
            <w:docPart w:val="D84C112E12E14E8BB3709E1751AC7E8F"/>
          </w:placeholder>
          <w:temporary/>
          <w:showingPlcHdr/>
          <w15:appearance w15:val="hidden"/>
        </w:sdtPr>
        <w:sdtEndPr/>
        <w:sdtContent>
          <w:r>
            <w:t>[If your organization is exempt, discuss your organization’s desire to become compliant as a “truste</w:t>
          </w:r>
          <w:r>
            <w:t>d partner” of HIPAA-covered entities.]</w:t>
          </w:r>
        </w:sdtContent>
      </w:sdt>
    </w:p>
    <w:p w:rsidR="005D2A18" w:rsidRDefault="00D40D1F">
      <w:pPr>
        <w:pStyle w:val="ListNumber"/>
      </w:pPr>
      <w:r>
        <w:t xml:space="preserve">REFERENCES </w:t>
      </w:r>
      <w:sdt>
        <w:sdtPr>
          <w:id w:val="-632252038"/>
          <w:placeholder>
            <w:docPart w:val="AD199DC6B25A4686BFCF4A3289A27F8F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[Below, list your organization’s policies, procedures, and statements that affect the privacy and confidentiality of client health information. To delete this text, click it and then press Delete.]</w:t>
          </w:r>
        </w:sdtContent>
      </w:sdt>
    </w:p>
    <w:p w:rsidR="005D2A18" w:rsidRDefault="00D40D1F">
      <w:pPr>
        <w:pStyle w:val="ListNumber2"/>
        <w:numPr>
          <w:ilvl w:val="0"/>
          <w:numId w:val="35"/>
        </w:numPr>
      </w:pPr>
      <w:sdt>
        <w:sdtPr>
          <w:id w:val="-125706583"/>
          <w:placeholder>
            <w:docPart w:val="A9267158A69A4E96AEF0138A752342A2"/>
          </w:placeholder>
          <w:temporary/>
          <w:showingPlcHdr/>
          <w15:appearance w15:val="hidden"/>
        </w:sdtPr>
        <w:sdtEndPr/>
        <w:sdtContent>
          <w:r>
            <w:t>[Pol</w:t>
          </w:r>
          <w:r>
            <w:t>icy, procedure, or statement]</w:t>
          </w:r>
        </w:sdtContent>
      </w:sdt>
    </w:p>
    <w:p w:rsidR="005D2A18" w:rsidRDefault="00D40D1F">
      <w:pPr>
        <w:pStyle w:val="ListNumber2"/>
      </w:pPr>
      <w:sdt>
        <w:sdtPr>
          <w:id w:val="643935145"/>
          <w:placeholder>
            <w:docPart w:val="A9267158A69A4E96AEF0138A752342A2"/>
          </w:placeholder>
          <w:temporary/>
          <w:showingPlcHdr/>
          <w15:appearance w15:val="hidden"/>
        </w:sdtPr>
        <w:sdtEndPr/>
        <w:sdtContent>
          <w:r>
            <w:t>[Policy, procedure, or statement]</w:t>
          </w:r>
        </w:sdtContent>
      </w:sdt>
    </w:p>
    <w:p w:rsidR="005D2A18" w:rsidRDefault="00D40D1F">
      <w:pPr>
        <w:pStyle w:val="ListNumber2"/>
      </w:pPr>
      <w:sdt>
        <w:sdtPr>
          <w:id w:val="1262336996"/>
          <w:placeholder>
            <w:docPart w:val="A9267158A69A4E96AEF0138A752342A2"/>
          </w:placeholder>
          <w:temporary/>
          <w:showingPlcHdr/>
          <w15:appearance w15:val="hidden"/>
        </w:sdtPr>
        <w:sdtEndPr/>
        <w:sdtContent>
          <w:r>
            <w:t>[Policy, procedure, or statement]</w:t>
          </w:r>
        </w:sdtContent>
      </w:sdt>
    </w:p>
    <w:p w:rsidR="005D2A18" w:rsidRDefault="00D40D1F">
      <w:pPr>
        <w:pStyle w:val="ListNumber2"/>
      </w:pPr>
      <w:sdt>
        <w:sdtPr>
          <w:id w:val="-509219762"/>
          <w:placeholder>
            <w:docPart w:val="A9267158A69A4E96AEF0138A752342A2"/>
          </w:placeholder>
          <w:temporary/>
          <w:showingPlcHdr/>
          <w15:appearance w15:val="hidden"/>
        </w:sdtPr>
        <w:sdtEndPr/>
        <w:sdtContent>
          <w:r>
            <w:t>[Policy, procedure, or statement]</w:t>
          </w:r>
        </w:sdtContent>
      </w:sdt>
    </w:p>
    <w:p w:rsidR="005D2A18" w:rsidRDefault="00D40D1F">
      <w:pPr>
        <w:pStyle w:val="ListNumber2"/>
      </w:pPr>
      <w:sdt>
        <w:sdtPr>
          <w:id w:val="1942798097"/>
          <w:placeholder>
            <w:docPart w:val="A9267158A69A4E96AEF0138A752342A2"/>
          </w:placeholder>
          <w:temporary/>
          <w:showingPlcHdr/>
          <w15:appearance w15:val="hidden"/>
        </w:sdtPr>
        <w:sdtEndPr/>
        <w:sdtContent>
          <w:r>
            <w:t>[Policy, procedure, or statement]</w:t>
          </w:r>
        </w:sdtContent>
      </w:sdt>
    </w:p>
    <w:p w:rsidR="005D2A18" w:rsidRDefault="00D40D1F">
      <w:pPr>
        <w:pStyle w:val="ListNumber2"/>
      </w:pPr>
      <w:sdt>
        <w:sdtPr>
          <w:id w:val="-1907907510"/>
          <w:placeholder>
            <w:docPart w:val="A9267158A69A4E96AEF0138A752342A2"/>
          </w:placeholder>
          <w:temporary/>
          <w:showingPlcHdr/>
          <w15:appearance w15:val="hidden"/>
        </w:sdtPr>
        <w:sdtEndPr/>
        <w:sdtContent>
          <w:r>
            <w:t>[Policy, procedure, or statement]</w:t>
          </w:r>
        </w:sdtContent>
      </w:sdt>
    </w:p>
    <w:p w:rsidR="005D2A18" w:rsidRDefault="00D40D1F">
      <w:pPr>
        <w:pStyle w:val="ListNumber2"/>
      </w:pPr>
      <w:sdt>
        <w:sdtPr>
          <w:id w:val="-870830867"/>
          <w:placeholder>
            <w:docPart w:val="FFBE6ED5378B4E6B8B63179678541D61"/>
          </w:placeholder>
          <w:temporary/>
          <w:showingPlcHdr/>
          <w15:appearance w15:val="hidden"/>
        </w:sdtPr>
        <w:sdtEndPr/>
        <w:sdtContent>
          <w:r>
            <w:t>[List other organization policies or procedu</w:t>
          </w:r>
          <w:r>
            <w:t>res that address the management of client health information.]</w:t>
          </w:r>
        </w:sdtContent>
      </w:sdt>
    </w:p>
    <w:p w:rsidR="005D2A18" w:rsidRDefault="00D40D1F">
      <w:pPr>
        <w:pStyle w:val="ListNumber"/>
      </w:pPr>
      <w:r>
        <w:t xml:space="preserve">DEFINITIONS </w:t>
      </w:r>
      <w:sdt>
        <w:sdtPr>
          <w:id w:val="233823460"/>
          <w:placeholder>
            <w:docPart w:val="5EE2E17E19B64D98AD7B868E9DAC74AF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[Below, list terms and definitions relevant to HIPAA privacy policy for your organization. To delete this text, click it and then press Delete.]</w:t>
          </w:r>
        </w:sdtContent>
      </w:sdt>
    </w:p>
    <w:p w:rsidR="005D2A18" w:rsidRDefault="00D40D1F">
      <w:r>
        <w:rPr>
          <w:rStyle w:val="Strong"/>
        </w:rPr>
        <w:t>Term:</w:t>
      </w:r>
      <w:r>
        <w:t xml:space="preserve">  </w:t>
      </w:r>
      <w:sdt>
        <w:sdtPr>
          <w:id w:val="-82610829"/>
          <w:placeholder>
            <w:docPart w:val="5A43103524CE4AAAA54764404F29B9D5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[Term #1]</w:t>
          </w:r>
        </w:sdtContent>
      </w:sdt>
    </w:p>
    <w:p w:rsidR="005D2A18" w:rsidRDefault="00D40D1F">
      <w:r>
        <w:rPr>
          <w:rStyle w:val="Strong"/>
        </w:rPr>
        <w:t>Definition:</w:t>
      </w:r>
      <w:r>
        <w:t xml:space="preserve">  </w:t>
      </w:r>
      <w:sdt>
        <w:sdtPr>
          <w:id w:val="-13239192"/>
          <w:placeholder>
            <w:docPart w:val="44C1CF9B43E943E9A847F7FB255344FC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[Definition #1]</w:t>
          </w:r>
        </w:sdtContent>
      </w:sdt>
    </w:p>
    <w:p w:rsidR="005D2A18" w:rsidRDefault="00D40D1F">
      <w:r>
        <w:rPr>
          <w:rStyle w:val="Strong"/>
        </w:rPr>
        <w:t>Term:</w:t>
      </w:r>
      <w:r>
        <w:t xml:space="preserve">  </w:t>
      </w:r>
      <w:sdt>
        <w:sdtPr>
          <w:id w:val="-1826268194"/>
          <w:placeholder>
            <w:docPart w:val="94B63D6A9EF748F4ACF7D7EABC13122D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[Term #2]</w:t>
          </w:r>
        </w:sdtContent>
      </w:sdt>
    </w:p>
    <w:p w:rsidR="005D2A18" w:rsidRDefault="00D40D1F">
      <w:r>
        <w:rPr>
          <w:rStyle w:val="Strong"/>
        </w:rPr>
        <w:t>Definition:</w:t>
      </w:r>
      <w:r>
        <w:t xml:space="preserve">  </w:t>
      </w:r>
      <w:sdt>
        <w:sdtPr>
          <w:id w:val="-1199307075"/>
          <w:placeholder>
            <w:docPart w:val="1606603CAC264619A055156B5F00F461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[Definition #2]</w:t>
          </w:r>
        </w:sdtContent>
      </w:sdt>
    </w:p>
    <w:p w:rsidR="005D2A18" w:rsidRDefault="00D40D1F">
      <w:r>
        <w:rPr>
          <w:rStyle w:val="Strong"/>
        </w:rPr>
        <w:t>Term:</w:t>
      </w:r>
      <w:r>
        <w:t xml:space="preserve">  </w:t>
      </w:r>
      <w:sdt>
        <w:sdtPr>
          <w:id w:val="1255095376"/>
          <w:placeholder>
            <w:docPart w:val="8D96B9C428F44F93B3E72788FEC69FAB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[Term #3]</w:t>
          </w:r>
        </w:sdtContent>
      </w:sdt>
    </w:p>
    <w:p w:rsidR="005D2A18" w:rsidRDefault="00D40D1F">
      <w:r>
        <w:rPr>
          <w:rStyle w:val="Strong"/>
        </w:rPr>
        <w:t>Definition:</w:t>
      </w:r>
      <w:r>
        <w:t xml:space="preserve">  </w:t>
      </w:r>
      <w:sdt>
        <w:sdtPr>
          <w:id w:val="552117543"/>
          <w:placeholder>
            <w:docPart w:val="A74B9E15C43D41829F5CC1279BE3484E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[Definition #3]</w:t>
          </w:r>
        </w:sdtContent>
      </w:sdt>
    </w:p>
    <w:p w:rsidR="005D2A18" w:rsidRDefault="00D40D1F">
      <w:r>
        <w:rPr>
          <w:rStyle w:val="Strong"/>
        </w:rPr>
        <w:t>Term:</w:t>
      </w:r>
      <w:r>
        <w:t xml:space="preserve">  </w:t>
      </w:r>
      <w:sdt>
        <w:sdtPr>
          <w:id w:val="-883785225"/>
          <w:placeholder>
            <w:docPart w:val="D8566EA358374782AE022F9F5346F0B4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[Term #4]</w:t>
          </w:r>
        </w:sdtContent>
      </w:sdt>
    </w:p>
    <w:p w:rsidR="005D2A18" w:rsidRDefault="00D40D1F">
      <w:r>
        <w:rPr>
          <w:rStyle w:val="Strong"/>
        </w:rPr>
        <w:lastRenderedPageBreak/>
        <w:t>Definition:</w:t>
      </w:r>
      <w:r>
        <w:t xml:space="preserve">  </w:t>
      </w:r>
      <w:sdt>
        <w:sdtPr>
          <w:id w:val="944962187"/>
          <w:placeholder>
            <w:docPart w:val="83F3095DE6CC4E11B5B8B7C8F2B5FE0A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[Definition #4]</w:t>
          </w:r>
        </w:sdtContent>
      </w:sdt>
    </w:p>
    <w:p w:rsidR="005D2A18" w:rsidRDefault="00D40D1F">
      <w:pPr>
        <w:pStyle w:val="ListNumber"/>
      </w:pPr>
      <w:r>
        <w:t>RESPONSIBILITIES</w:t>
      </w:r>
    </w:p>
    <w:p w:rsidR="005D2A18" w:rsidRDefault="00D40D1F">
      <w:pPr>
        <w:pStyle w:val="ListNumber2"/>
        <w:numPr>
          <w:ilvl w:val="0"/>
          <w:numId w:val="4"/>
        </w:numPr>
      </w:pPr>
      <w:r>
        <w:t>Executives/Management</w:t>
      </w:r>
    </w:p>
    <w:p w:rsidR="005D2A18" w:rsidRDefault="00D40D1F">
      <w:pPr>
        <w:pStyle w:val="ListNumber3"/>
        <w:numPr>
          <w:ilvl w:val="0"/>
          <w:numId w:val="34"/>
        </w:numPr>
      </w:pPr>
      <w:r>
        <w:t>Establish program objectives</w:t>
      </w:r>
    </w:p>
    <w:p w:rsidR="005D2A18" w:rsidRDefault="00D40D1F">
      <w:pPr>
        <w:pStyle w:val="ListNumber3"/>
      </w:pPr>
      <w:r>
        <w:t xml:space="preserve">Approve privacy </w:t>
      </w:r>
      <w:r>
        <w:t>policy</w:t>
      </w:r>
    </w:p>
    <w:p w:rsidR="005D2A18" w:rsidRDefault="00D40D1F">
      <w:pPr>
        <w:pStyle w:val="ListNumber3"/>
      </w:pPr>
      <w:r>
        <w:t>Provide training for work force</w:t>
      </w:r>
    </w:p>
    <w:p w:rsidR="005D2A18" w:rsidRDefault="00D40D1F">
      <w:pPr>
        <w:pStyle w:val="ListNumber3"/>
      </w:pPr>
      <w:r>
        <w:t>Enforce sanctions</w:t>
      </w:r>
    </w:p>
    <w:p w:rsidR="005D2A18" w:rsidRDefault="00D40D1F">
      <w:pPr>
        <w:pStyle w:val="ListNumber3"/>
      </w:pPr>
      <w:r>
        <w:t>Designate Privacy Official</w:t>
      </w:r>
    </w:p>
    <w:p w:rsidR="005D2A18" w:rsidRDefault="00D40D1F">
      <w:pPr>
        <w:pStyle w:val="ListNumber2"/>
      </w:pPr>
      <w:r>
        <w:t>Privacy Official</w:t>
      </w:r>
    </w:p>
    <w:p w:rsidR="005D2A18" w:rsidRDefault="00D40D1F">
      <w:pPr>
        <w:pStyle w:val="ListNumber3"/>
        <w:numPr>
          <w:ilvl w:val="0"/>
          <w:numId w:val="6"/>
        </w:numPr>
      </w:pPr>
      <w:r>
        <w:t>Develops privacy policies and procedures</w:t>
      </w:r>
    </w:p>
    <w:p w:rsidR="005D2A18" w:rsidRDefault="00D40D1F">
      <w:pPr>
        <w:pStyle w:val="ListNumber3"/>
      </w:pPr>
      <w:r>
        <w:t>Coordinates and implements policy through organization’s departments</w:t>
      </w:r>
    </w:p>
    <w:p w:rsidR="005D2A18" w:rsidRDefault="00D40D1F">
      <w:pPr>
        <w:pStyle w:val="ListNumber3"/>
      </w:pPr>
      <w:r>
        <w:t>Oversees training</w:t>
      </w:r>
    </w:p>
    <w:p w:rsidR="005D2A18" w:rsidRDefault="00D40D1F">
      <w:pPr>
        <w:pStyle w:val="ListNumber3"/>
      </w:pPr>
      <w:r>
        <w:t>Receives and processes priv</w:t>
      </w:r>
      <w:r>
        <w:t>acy complaints</w:t>
      </w:r>
    </w:p>
    <w:p w:rsidR="005D2A18" w:rsidRDefault="00D40D1F">
      <w:pPr>
        <w:pStyle w:val="ListNumber3"/>
      </w:pPr>
      <w:r>
        <w:t>Processes individual rights requests</w:t>
      </w:r>
    </w:p>
    <w:p w:rsidR="005D2A18" w:rsidRDefault="00D40D1F">
      <w:pPr>
        <w:pStyle w:val="ListNumber4"/>
      </w:pPr>
      <w:r>
        <w:t>Right to access/copy protected health information (PHI)</w:t>
      </w:r>
    </w:p>
    <w:p w:rsidR="005D2A18" w:rsidRDefault="00D40D1F">
      <w:pPr>
        <w:pStyle w:val="ListNumber4"/>
      </w:pPr>
      <w:r>
        <w:t>Right to amend PHI</w:t>
      </w:r>
    </w:p>
    <w:p w:rsidR="005D2A18" w:rsidRDefault="00D40D1F">
      <w:pPr>
        <w:pStyle w:val="ListNumber4"/>
      </w:pPr>
      <w:r>
        <w:t>Right to restrict use/disclosure</w:t>
      </w:r>
    </w:p>
    <w:p w:rsidR="005D2A18" w:rsidRDefault="00D40D1F">
      <w:pPr>
        <w:pStyle w:val="ListNumber4"/>
      </w:pPr>
      <w:r>
        <w:t>Right to confidential communications</w:t>
      </w:r>
    </w:p>
    <w:p w:rsidR="005D2A18" w:rsidRDefault="00D40D1F">
      <w:pPr>
        <w:pStyle w:val="ListNumber4"/>
      </w:pPr>
      <w:r>
        <w:t>Right to an accounting of disclosures</w:t>
      </w:r>
    </w:p>
    <w:p w:rsidR="005D2A18" w:rsidRDefault="00D40D1F">
      <w:pPr>
        <w:pStyle w:val="ListNumber4"/>
      </w:pPr>
      <w:r>
        <w:t>Right to file a compl</w:t>
      </w:r>
      <w:r>
        <w:t>aint</w:t>
      </w:r>
    </w:p>
    <w:p w:rsidR="005D2A18" w:rsidRDefault="00D40D1F">
      <w:pPr>
        <w:pStyle w:val="ListNumber3"/>
      </w:pPr>
      <w:r>
        <w:t>Ensures retention of HIPAA policies and procedures, complaints, and investigative materials to meet compliance requirements.</w:t>
      </w:r>
    </w:p>
    <w:p w:rsidR="005D2A18" w:rsidRDefault="00D40D1F">
      <w:pPr>
        <w:pStyle w:val="ListNumber2"/>
      </w:pPr>
      <w:r>
        <w:t>Legal Counsel (or Privacy Official)</w:t>
      </w:r>
    </w:p>
    <w:p w:rsidR="005D2A18" w:rsidRDefault="00D40D1F">
      <w:pPr>
        <w:pStyle w:val="ListNumber3"/>
        <w:numPr>
          <w:ilvl w:val="0"/>
          <w:numId w:val="9"/>
        </w:numPr>
      </w:pPr>
      <w:r>
        <w:t>Processes Business Associate Agreements (BAA)</w:t>
      </w:r>
    </w:p>
    <w:p w:rsidR="005D2A18" w:rsidRDefault="00D40D1F">
      <w:pPr>
        <w:pStyle w:val="ListNumber4"/>
        <w:numPr>
          <w:ilvl w:val="0"/>
          <w:numId w:val="8"/>
        </w:numPr>
      </w:pPr>
      <w:r>
        <w:t>Conducts business associate inventory</w:t>
      </w:r>
    </w:p>
    <w:p w:rsidR="005D2A18" w:rsidRDefault="00D40D1F">
      <w:pPr>
        <w:pStyle w:val="ListNumber4"/>
      </w:pPr>
      <w:r>
        <w:t>Develops and coordinates BAA template</w:t>
      </w:r>
    </w:p>
    <w:p w:rsidR="005D2A18" w:rsidRDefault="00D40D1F">
      <w:pPr>
        <w:pStyle w:val="ListNumber4"/>
      </w:pPr>
      <w:r>
        <w:t>Conducts annual review/update</w:t>
      </w:r>
    </w:p>
    <w:p w:rsidR="005D2A18" w:rsidRDefault="00D40D1F">
      <w:pPr>
        <w:pStyle w:val="ListNumber2"/>
      </w:pPr>
      <w:r>
        <w:t>Corporate Compliance Officer</w:t>
      </w:r>
    </w:p>
    <w:p w:rsidR="005D2A18" w:rsidRDefault="00D40D1F">
      <w:pPr>
        <w:pStyle w:val="ListNumber3"/>
        <w:numPr>
          <w:ilvl w:val="0"/>
          <w:numId w:val="10"/>
        </w:numPr>
      </w:pPr>
      <w:r>
        <w:t>Assists in development and execution of the HIPAA Privacy Policy and promulgation of operating procedures</w:t>
      </w:r>
    </w:p>
    <w:p w:rsidR="005D2A18" w:rsidRDefault="00D40D1F">
      <w:pPr>
        <w:pStyle w:val="ListNumber3"/>
      </w:pPr>
      <w:r>
        <w:t>Assists and supports the Privacy Official</w:t>
      </w:r>
    </w:p>
    <w:p w:rsidR="005D2A18" w:rsidRDefault="00D40D1F">
      <w:pPr>
        <w:pStyle w:val="ListNumber3"/>
      </w:pPr>
      <w:r>
        <w:t>Provides su</w:t>
      </w:r>
      <w:r>
        <w:t>pport for HIPAA compliance activities</w:t>
      </w:r>
    </w:p>
    <w:p w:rsidR="005D2A18" w:rsidRDefault="00D40D1F">
      <w:pPr>
        <w:pStyle w:val="ListNumber2"/>
      </w:pPr>
      <w:r>
        <w:t>Medical Records Director</w:t>
      </w:r>
    </w:p>
    <w:p w:rsidR="005D2A18" w:rsidRDefault="00D40D1F">
      <w:pPr>
        <w:pStyle w:val="ListNumber3"/>
        <w:numPr>
          <w:ilvl w:val="0"/>
          <w:numId w:val="11"/>
        </w:numPr>
      </w:pPr>
      <w:r>
        <w:t>Implements organization’s privacy policy for medical records</w:t>
      </w:r>
    </w:p>
    <w:p w:rsidR="005D2A18" w:rsidRDefault="00D40D1F">
      <w:pPr>
        <w:pStyle w:val="ListNumber3"/>
      </w:pPr>
      <w:r>
        <w:lastRenderedPageBreak/>
        <w:t>Provides administrative and physical safeguards for the protection of client health information</w:t>
      </w:r>
    </w:p>
    <w:p w:rsidR="005D2A18" w:rsidRDefault="00D40D1F">
      <w:pPr>
        <w:pStyle w:val="ListNumber2"/>
      </w:pPr>
      <w:r>
        <w:t>Director, Training</w:t>
      </w:r>
    </w:p>
    <w:p w:rsidR="005D2A18" w:rsidRDefault="00D40D1F">
      <w:pPr>
        <w:pStyle w:val="ListNumber3"/>
        <w:numPr>
          <w:ilvl w:val="0"/>
          <w:numId w:val="12"/>
        </w:numPr>
      </w:pPr>
      <w:r>
        <w:t>Develops and impl</w:t>
      </w:r>
      <w:r>
        <w:t>ements privacy training program as described in Section 11 of this policy</w:t>
      </w:r>
    </w:p>
    <w:p w:rsidR="005D2A18" w:rsidRDefault="00D40D1F">
      <w:pPr>
        <w:pStyle w:val="ListNumber3"/>
      </w:pPr>
      <w:r>
        <w:t>Documents the delivery of privacy training to all work force members</w:t>
      </w:r>
    </w:p>
    <w:p w:rsidR="005D2A18" w:rsidRDefault="00D40D1F">
      <w:pPr>
        <w:pStyle w:val="ListNumber2"/>
      </w:pPr>
      <w:r>
        <w:t>Employee responsibilities</w:t>
      </w:r>
    </w:p>
    <w:p w:rsidR="005D2A18" w:rsidRDefault="00D40D1F">
      <w:pPr>
        <w:pStyle w:val="ListNumber3"/>
        <w:numPr>
          <w:ilvl w:val="0"/>
          <w:numId w:val="13"/>
        </w:numPr>
      </w:pPr>
      <w:r>
        <w:t>Understand and comply with organization’s policies regarding patient confidentiality an</w:t>
      </w:r>
      <w:r>
        <w:t>d privacy</w:t>
      </w:r>
    </w:p>
    <w:p w:rsidR="005D2A18" w:rsidRDefault="00D40D1F">
      <w:pPr>
        <w:pStyle w:val="ListNumber"/>
      </w:pPr>
      <w:r>
        <w:t xml:space="preserve">DESIGNATED RECORD SET </w:t>
      </w:r>
      <w:sdt>
        <w:sdtPr>
          <w:id w:val="-1700775530"/>
          <w:placeholder>
            <w:docPart w:val="5A0BC41CB5204494B222F30C8EA15C25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[Below, define the PHI repositories in your organization. To delete this text, click it and then press Delete.]</w:t>
          </w:r>
        </w:sdtContent>
      </w:sdt>
    </w:p>
    <w:sdt>
      <w:sdtPr>
        <w:id w:val="1941411111"/>
        <w:placeholder>
          <w:docPart w:val="019F5D3FFFB14522907A2869EEA89D10"/>
        </w:placeholder>
        <w:temporary/>
        <w:showingPlcHdr/>
        <w15:appearance w15:val="hidden"/>
      </w:sdtPr>
      <w:sdtEndPr/>
      <w:sdtContent>
        <w:p w:rsidR="005D2A18" w:rsidRDefault="00D40D1F">
          <w:pPr>
            <w:pStyle w:val="ListNumber2"/>
            <w:numPr>
              <w:ilvl w:val="0"/>
              <w:numId w:val="14"/>
            </w:numPr>
          </w:pPr>
          <w:r>
            <w:t>[Repository]</w:t>
          </w:r>
        </w:p>
      </w:sdtContent>
    </w:sdt>
    <w:sdt>
      <w:sdtPr>
        <w:id w:val="-2098090616"/>
        <w:placeholder>
          <w:docPart w:val="019F5D3FFFB14522907A2869EEA89D10"/>
        </w:placeholder>
        <w:temporary/>
        <w:showingPlcHdr/>
        <w15:appearance w15:val="hidden"/>
      </w:sdtPr>
      <w:sdtEndPr/>
      <w:sdtContent>
        <w:p w:rsidR="005D2A18" w:rsidRDefault="00D40D1F">
          <w:pPr>
            <w:pStyle w:val="ListNumber2"/>
            <w:numPr>
              <w:ilvl w:val="0"/>
              <w:numId w:val="14"/>
            </w:numPr>
          </w:pPr>
          <w:r>
            <w:t>[Repository]</w:t>
          </w:r>
        </w:p>
      </w:sdtContent>
    </w:sdt>
    <w:sdt>
      <w:sdtPr>
        <w:id w:val="1868569841"/>
        <w:placeholder>
          <w:docPart w:val="019F5D3FFFB14522907A2869EEA89D10"/>
        </w:placeholder>
        <w:temporary/>
        <w:showingPlcHdr/>
        <w15:appearance w15:val="hidden"/>
      </w:sdtPr>
      <w:sdtEndPr/>
      <w:sdtContent>
        <w:p w:rsidR="005D2A18" w:rsidRDefault="00D40D1F">
          <w:pPr>
            <w:pStyle w:val="ListNumber2"/>
            <w:numPr>
              <w:ilvl w:val="0"/>
              <w:numId w:val="14"/>
            </w:numPr>
          </w:pPr>
          <w:r>
            <w:t>[Repository]</w:t>
          </w:r>
        </w:p>
      </w:sdtContent>
    </w:sdt>
    <w:p w:rsidR="005D2A18" w:rsidRDefault="00D40D1F">
      <w:pPr>
        <w:pStyle w:val="ListNumber"/>
      </w:pPr>
      <w:r>
        <w:t xml:space="preserve">NOTICE OF PRIVACY PRACTICES (NPP) </w:t>
      </w:r>
      <w:sdt>
        <w:sdtPr>
          <w:id w:val="-376710719"/>
          <w:placeholder>
            <w:docPart w:val="40A56748AA12433680A799416658E95E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 xml:space="preserve">[Below, list your </w:t>
          </w:r>
          <w:r>
            <w:rPr>
              <w:rStyle w:val="PlaceholderText"/>
            </w:rPr>
            <w:t>organization’s policy and approach to developing and issuing an NPP to patients. To delete this text, click it and then press Delete.]</w:t>
          </w:r>
        </w:sdtContent>
      </w:sdt>
    </w:p>
    <w:sdt>
      <w:sdtPr>
        <w:id w:val="759339134"/>
        <w:placeholder>
          <w:docPart w:val="C106A9BDBBA945669FD7FBA418711AD7"/>
        </w:placeholder>
        <w:temporary/>
        <w:showingPlcHdr/>
        <w15:appearance w15:val="hidden"/>
      </w:sdtPr>
      <w:sdtEndPr/>
      <w:sdtContent>
        <w:p w:rsidR="005D2A18" w:rsidRDefault="00D40D1F">
          <w:pPr>
            <w:pStyle w:val="ListNumber2"/>
            <w:numPr>
              <w:ilvl w:val="0"/>
              <w:numId w:val="15"/>
            </w:numPr>
          </w:pPr>
          <w:r>
            <w:t>[Policy and approach]</w:t>
          </w:r>
        </w:p>
      </w:sdtContent>
    </w:sdt>
    <w:sdt>
      <w:sdtPr>
        <w:id w:val="-142969907"/>
        <w:placeholder>
          <w:docPart w:val="C106A9BDBBA945669FD7FBA418711AD7"/>
        </w:placeholder>
        <w:temporary/>
        <w:showingPlcHdr/>
        <w15:appearance w15:val="hidden"/>
      </w:sdtPr>
      <w:sdtEndPr/>
      <w:sdtContent>
        <w:p w:rsidR="005D2A18" w:rsidRDefault="00D40D1F">
          <w:pPr>
            <w:pStyle w:val="ListNumber2"/>
            <w:numPr>
              <w:ilvl w:val="0"/>
              <w:numId w:val="15"/>
            </w:numPr>
          </w:pPr>
          <w:r>
            <w:t>[Policy and approach]</w:t>
          </w:r>
        </w:p>
      </w:sdtContent>
    </w:sdt>
    <w:p w:rsidR="005D2A18" w:rsidRDefault="00D40D1F">
      <w:pPr>
        <w:pStyle w:val="ListNumber2"/>
      </w:pPr>
      <w:r>
        <w:t xml:space="preserve">The organization will make a “best effort” attempt to receive </w:t>
      </w:r>
      <w:r>
        <w:t>acknowledgment of receipt of NPP from each patient and document such in the patient’s medical record.</w:t>
      </w:r>
    </w:p>
    <w:p w:rsidR="005D2A18" w:rsidRDefault="00D40D1F">
      <w:pPr>
        <w:pStyle w:val="ListNumber"/>
      </w:pPr>
      <w:r>
        <w:t xml:space="preserve">MINIMUM NECESSARY POLICY </w:t>
      </w:r>
      <w:sdt>
        <w:sdtPr>
          <w:id w:val="303744832"/>
          <w:placeholder>
            <w:docPart w:val="3B794B478AF84EE7B257683622151A99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[Below, list your organization’s policy for limiting access and distribution of PHI based on the minimum necessary to permit esse</w:t>
          </w:r>
          <w:r>
            <w:rPr>
              <w:rStyle w:val="PlaceholderText"/>
            </w:rPr>
            <w:t>ntial business functions to operate. To delete this text, click it and then press Delete.]</w:t>
          </w:r>
        </w:sdtContent>
      </w:sdt>
    </w:p>
    <w:sdt>
      <w:sdtPr>
        <w:id w:val="-1149738845"/>
        <w:placeholder>
          <w:docPart w:val="30356E155402429E8A30C6984294FFD4"/>
        </w:placeholder>
        <w:temporary/>
        <w:showingPlcHdr/>
        <w15:appearance w15:val="hidden"/>
      </w:sdtPr>
      <w:sdtEndPr/>
      <w:sdtContent>
        <w:p w:rsidR="005D2A18" w:rsidRDefault="00D40D1F">
          <w:pPr>
            <w:pStyle w:val="ListNumber2"/>
            <w:numPr>
              <w:ilvl w:val="0"/>
              <w:numId w:val="16"/>
            </w:numPr>
          </w:pPr>
          <w:r>
            <w:t>[Policy]</w:t>
          </w:r>
        </w:p>
      </w:sdtContent>
    </w:sdt>
    <w:sdt>
      <w:sdtPr>
        <w:id w:val="184952084"/>
        <w:placeholder>
          <w:docPart w:val="30356E155402429E8A30C6984294FFD4"/>
        </w:placeholder>
        <w:temporary/>
        <w:showingPlcHdr/>
        <w15:appearance w15:val="hidden"/>
      </w:sdtPr>
      <w:sdtEndPr/>
      <w:sdtContent>
        <w:p w:rsidR="005D2A18" w:rsidRDefault="00D40D1F">
          <w:pPr>
            <w:pStyle w:val="ListNumber2"/>
            <w:numPr>
              <w:ilvl w:val="0"/>
              <w:numId w:val="16"/>
            </w:numPr>
          </w:pPr>
          <w:r>
            <w:t>[Policy]</w:t>
          </w:r>
        </w:p>
      </w:sdtContent>
    </w:sdt>
    <w:sdt>
      <w:sdtPr>
        <w:id w:val="554131710"/>
        <w:placeholder>
          <w:docPart w:val="30356E155402429E8A30C6984294FFD4"/>
        </w:placeholder>
        <w:temporary/>
        <w:showingPlcHdr/>
        <w15:appearance w15:val="hidden"/>
      </w:sdtPr>
      <w:sdtEndPr/>
      <w:sdtContent>
        <w:p w:rsidR="005D2A18" w:rsidRDefault="00D40D1F">
          <w:pPr>
            <w:pStyle w:val="ListNumber2"/>
            <w:numPr>
              <w:ilvl w:val="0"/>
              <w:numId w:val="16"/>
            </w:numPr>
          </w:pPr>
          <w:r>
            <w:t>[Policy]</w:t>
          </w:r>
        </w:p>
      </w:sdtContent>
    </w:sdt>
    <w:p w:rsidR="005D2A18" w:rsidRDefault="00D40D1F">
      <w:pPr>
        <w:pStyle w:val="ListNumber"/>
      </w:pPr>
      <w:r>
        <w:t>USE AND/OR DISCLOSURE OF PROTECTED HEALTH INFORMATION</w:t>
      </w:r>
    </w:p>
    <w:p w:rsidR="005D2A18" w:rsidRDefault="00D40D1F">
      <w:pPr>
        <w:pStyle w:val="ListNumber2"/>
        <w:numPr>
          <w:ilvl w:val="0"/>
          <w:numId w:val="17"/>
        </w:numPr>
      </w:pPr>
      <w:r>
        <w:t xml:space="preserve">Routine uses:  </w:t>
      </w:r>
      <w:sdt>
        <w:sdtPr>
          <w:id w:val="-1186829429"/>
          <w:placeholder>
            <w:docPart w:val="1544CF5D91FF41A89EBA1AE34CF620FD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[Describe organization’s routine uses of PHI. This should cor</w:t>
          </w:r>
          <w:r>
            <w:rPr>
              <w:rStyle w:val="PlaceholderText"/>
            </w:rPr>
            <w:t>respond to the uses cited in NPP.]</w:t>
          </w:r>
        </w:sdtContent>
      </w:sdt>
    </w:p>
    <w:p w:rsidR="005D2A18" w:rsidRDefault="00D40D1F">
      <w:pPr>
        <w:pStyle w:val="ListNumber3"/>
        <w:numPr>
          <w:ilvl w:val="0"/>
          <w:numId w:val="18"/>
        </w:numPr>
      </w:pPr>
      <w:r>
        <w:t xml:space="preserve">Treatment, Payment and Operations:  </w:t>
      </w:r>
      <w:sdt>
        <w:sdtPr>
          <w:id w:val="913442542"/>
          <w:placeholder>
            <w:docPart w:val="77BD0718CA524D5A8239023107CF3C5F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[Describe organization’s functions for which authorization is not required.]</w:t>
          </w:r>
        </w:sdtContent>
      </w:sdt>
    </w:p>
    <w:p w:rsidR="005D2A18" w:rsidRDefault="00D40D1F">
      <w:pPr>
        <w:pStyle w:val="ListNumber2"/>
      </w:pPr>
      <w:r>
        <w:t xml:space="preserve">Process for disclosing client information:  </w:t>
      </w:r>
      <w:sdt>
        <w:sdtPr>
          <w:id w:val="1253085196"/>
          <w:placeholder>
            <w:docPart w:val="2CA9258EDC374AF29E8051BDF5EC7CC0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[Describe organization’s process for allowing external discl</w:t>
          </w:r>
          <w:r>
            <w:rPr>
              <w:rStyle w:val="PlaceholderText"/>
            </w:rPr>
            <w:t>osure of client information.]</w:t>
          </w:r>
        </w:sdtContent>
      </w:sdt>
    </w:p>
    <w:p w:rsidR="005D2A18" w:rsidRDefault="00D40D1F">
      <w:pPr>
        <w:pStyle w:val="ListNumber2"/>
      </w:pPr>
      <w:r>
        <w:t>Personal representatives</w:t>
      </w:r>
    </w:p>
    <w:sdt>
      <w:sdtPr>
        <w:rPr>
          <w:rStyle w:val="PlaceholderText"/>
        </w:rPr>
        <w:id w:val="-905074225"/>
        <w:placeholder>
          <w:docPart w:val="3A7F44B9ABB949E4A7410C7F7F8F90B6"/>
        </w:placeholder>
        <w:temporary/>
        <w:showingPlcHdr/>
        <w15:appearance w15:val="hidden"/>
      </w:sdtPr>
      <w:sdtEndPr>
        <w:rPr>
          <w:rStyle w:val="DefaultParagraphFont"/>
          <w:color w:val="auto"/>
        </w:rPr>
      </w:sdtEndPr>
      <w:sdtContent>
        <w:p w:rsidR="005D2A18" w:rsidRDefault="00D40D1F">
          <w:pPr>
            <w:pStyle w:val="ListNumber3"/>
            <w:numPr>
              <w:ilvl w:val="0"/>
              <w:numId w:val="19"/>
            </w:numPr>
          </w:pPr>
          <w:r>
            <w:rPr>
              <w:rStyle w:val="PlaceholderText"/>
            </w:rPr>
            <w:t>[Describe how organization determines or identifies a Personal Representative.]</w:t>
          </w:r>
        </w:p>
      </w:sdtContent>
    </w:sdt>
    <w:p w:rsidR="005D2A18" w:rsidRDefault="00D40D1F">
      <w:pPr>
        <w:pStyle w:val="ListNumber3"/>
      </w:pPr>
      <w:r>
        <w:t xml:space="preserve">Minors’ rights:  </w:t>
      </w:r>
      <w:sdt>
        <w:sdtPr>
          <w:id w:val="948278721"/>
          <w:placeholder>
            <w:docPart w:val="3C6279D165B240F9B5C67FECB0FFE859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[Reference the specific state law that grants to minors their rights to access their PHI.]</w:t>
          </w:r>
        </w:sdtContent>
      </w:sdt>
    </w:p>
    <w:p w:rsidR="005D2A18" w:rsidRDefault="00D40D1F">
      <w:pPr>
        <w:pStyle w:val="ListNumber"/>
      </w:pPr>
      <w:r>
        <w:lastRenderedPageBreak/>
        <w:t>INDIVID</w:t>
      </w:r>
      <w:r>
        <w:t xml:space="preserve">UAL RIGHTS </w:t>
      </w:r>
      <w:sdt>
        <w:sdtPr>
          <w:id w:val="556128973"/>
          <w:placeholder>
            <w:docPart w:val="C751DEE009914615858FA7E7B3A76162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[Below, list your organization’s procedures for handling individual HIPAA rights requests. To delete this text, click it and then press Delete.]</w:t>
          </w:r>
        </w:sdtContent>
      </w:sdt>
    </w:p>
    <w:p w:rsidR="005D2A18" w:rsidRDefault="00D40D1F">
      <w:pPr>
        <w:pStyle w:val="ListNumber2"/>
        <w:numPr>
          <w:ilvl w:val="0"/>
          <w:numId w:val="20"/>
        </w:numPr>
      </w:pPr>
      <w:r>
        <w:t xml:space="preserve">Right to access/copy PHI:  </w:t>
      </w:r>
      <w:sdt>
        <w:sdtPr>
          <w:id w:val="-569272314"/>
          <w:placeholder>
            <w:docPart w:val="D224DCF06C4247D18302F3F8F93F7A9E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[Procedure]</w:t>
          </w:r>
        </w:sdtContent>
      </w:sdt>
    </w:p>
    <w:p w:rsidR="005D2A18" w:rsidRDefault="00D40D1F">
      <w:pPr>
        <w:pStyle w:val="ListNumber2"/>
      </w:pPr>
      <w:r>
        <w:t xml:space="preserve">Right to amend PHI:  </w:t>
      </w:r>
      <w:sdt>
        <w:sdtPr>
          <w:id w:val="186875118"/>
          <w:placeholder>
            <w:docPart w:val="D224DCF06C4247D18302F3F8F93F7A9E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[Procedure]</w:t>
          </w:r>
        </w:sdtContent>
      </w:sdt>
    </w:p>
    <w:p w:rsidR="005D2A18" w:rsidRDefault="00D40D1F">
      <w:pPr>
        <w:pStyle w:val="ListNumber2"/>
      </w:pPr>
      <w:r>
        <w:t xml:space="preserve">Right to restrict use </w:t>
      </w:r>
      <w:r>
        <w:t xml:space="preserve">or disclosure:  </w:t>
      </w:r>
      <w:sdt>
        <w:sdtPr>
          <w:id w:val="482508617"/>
          <w:placeholder>
            <w:docPart w:val="D224DCF06C4247D18302F3F8F93F7A9E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[Procedure]</w:t>
          </w:r>
        </w:sdtContent>
      </w:sdt>
    </w:p>
    <w:p w:rsidR="005D2A18" w:rsidRDefault="00D40D1F">
      <w:pPr>
        <w:pStyle w:val="ListNumber2"/>
      </w:pPr>
      <w:r>
        <w:t xml:space="preserve">Right to confidential communications:  </w:t>
      </w:r>
      <w:sdt>
        <w:sdtPr>
          <w:id w:val="1809281078"/>
          <w:placeholder>
            <w:docPart w:val="D224DCF06C4247D18302F3F8F93F7A9E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[Procedure]</w:t>
          </w:r>
        </w:sdtContent>
      </w:sdt>
    </w:p>
    <w:p w:rsidR="005D2A18" w:rsidRDefault="00D40D1F">
      <w:pPr>
        <w:pStyle w:val="ListNumber2"/>
      </w:pPr>
      <w:r>
        <w:t xml:space="preserve">Right to an accounting of disclosures:  </w:t>
      </w:r>
      <w:sdt>
        <w:sdtPr>
          <w:id w:val="1613158730"/>
          <w:placeholder>
            <w:docPart w:val="D224DCF06C4247D18302F3F8F93F7A9E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[Procedure]</w:t>
          </w:r>
        </w:sdtContent>
      </w:sdt>
    </w:p>
    <w:p w:rsidR="005D2A18" w:rsidRDefault="00D40D1F">
      <w:pPr>
        <w:pStyle w:val="ListNumber2"/>
      </w:pPr>
      <w:r>
        <w:t xml:space="preserve">Right to file a complaint:  </w:t>
      </w:r>
      <w:sdt>
        <w:sdtPr>
          <w:id w:val="-72583784"/>
          <w:placeholder>
            <w:docPart w:val="D224DCF06C4247D18302F3F8F93F7A9E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[Procedure]</w:t>
          </w:r>
        </w:sdtContent>
      </w:sdt>
    </w:p>
    <w:p w:rsidR="005D2A18" w:rsidRDefault="00D40D1F">
      <w:pPr>
        <w:pStyle w:val="ListNumber"/>
      </w:pPr>
      <w:r>
        <w:t xml:space="preserve">SAFEGUARDS FOR THE PROTECTION OF PHI </w:t>
      </w:r>
      <w:sdt>
        <w:sdtPr>
          <w:id w:val="-807551189"/>
          <w:placeholder>
            <w:docPart w:val="66D5D1C1C7454FD0A57CF60F4940D8D4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[Below, list the safeguards your organiz</w:t>
          </w:r>
          <w:r>
            <w:rPr>
              <w:rStyle w:val="PlaceholderText"/>
            </w:rPr>
            <w:t>ation has put in place for the protection of PHI. To delete this text, click it and then press Delete.]</w:t>
          </w:r>
        </w:sdtContent>
      </w:sdt>
      <w:r>
        <w:t xml:space="preserve"> </w:t>
      </w:r>
    </w:p>
    <w:p w:rsidR="005D2A18" w:rsidRDefault="00D40D1F">
      <w:pPr>
        <w:pStyle w:val="ListNumber2"/>
        <w:numPr>
          <w:ilvl w:val="0"/>
          <w:numId w:val="21"/>
        </w:numPr>
      </w:pPr>
      <w:r>
        <w:t xml:space="preserve">Administrative safeguards:  </w:t>
      </w:r>
      <w:sdt>
        <w:sdtPr>
          <w:id w:val="1073853257"/>
          <w:placeholder>
            <w:docPart w:val="2014AFB77D70429BBFA9C333C305A3E2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[Safeguard]</w:t>
          </w:r>
        </w:sdtContent>
      </w:sdt>
    </w:p>
    <w:p w:rsidR="005D2A18" w:rsidRDefault="00D40D1F">
      <w:pPr>
        <w:pStyle w:val="ListNumber2"/>
      </w:pPr>
      <w:r>
        <w:t xml:space="preserve">Physical safeguards:  </w:t>
      </w:r>
      <w:sdt>
        <w:sdtPr>
          <w:id w:val="421466848"/>
          <w:placeholder>
            <w:docPart w:val="2014AFB77D70429BBFA9C333C305A3E2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[Safeguard]</w:t>
          </w:r>
        </w:sdtContent>
      </w:sdt>
    </w:p>
    <w:p w:rsidR="005D2A18" w:rsidRDefault="00D40D1F">
      <w:pPr>
        <w:pStyle w:val="ListNumber2"/>
      </w:pPr>
      <w:r>
        <w:t xml:space="preserve">Technical safeguards:  </w:t>
      </w:r>
      <w:sdt>
        <w:sdtPr>
          <w:id w:val="-2048365906"/>
          <w:placeholder>
            <w:docPart w:val="2014AFB77D70429BBFA9C333C305A3E2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[Safeguard]</w:t>
          </w:r>
        </w:sdtContent>
      </w:sdt>
    </w:p>
    <w:p w:rsidR="005D2A18" w:rsidRDefault="00D40D1F">
      <w:pPr>
        <w:pStyle w:val="ListNumber"/>
      </w:pPr>
      <w:r>
        <w:t>WORK FORCE TRAINING</w:t>
      </w:r>
    </w:p>
    <w:p w:rsidR="005D2A18" w:rsidRDefault="00D40D1F">
      <w:pPr>
        <w:pStyle w:val="ListNumber2"/>
        <w:numPr>
          <w:ilvl w:val="0"/>
          <w:numId w:val="22"/>
        </w:numPr>
      </w:pPr>
      <w:sdt>
        <w:sdtPr>
          <w:id w:val="626900235"/>
          <w:placeholder>
            <w:docPart w:val="47176DCA251743C09315BAEC4DBA1CF6"/>
          </w:placeholder>
          <w:temporary/>
          <w:showingPlcHdr/>
          <w15:appearance w15:val="hidden"/>
        </w:sdtPr>
        <w:sdtEndPr/>
        <w:sdtContent>
          <w:r>
            <w:t>[Describe your</w:t>
          </w:r>
          <w:r>
            <w:t xml:space="preserve"> organization’s privacy training program.]</w:t>
          </w:r>
        </w:sdtContent>
      </w:sdt>
    </w:p>
    <w:p w:rsidR="005D2A18" w:rsidRDefault="00D40D1F">
      <w:pPr>
        <w:pStyle w:val="ListNumber3"/>
        <w:numPr>
          <w:ilvl w:val="0"/>
          <w:numId w:val="23"/>
        </w:numPr>
      </w:pPr>
      <w:r>
        <w:t xml:space="preserve">New staff member training:  </w:t>
      </w:r>
      <w:sdt>
        <w:sdtPr>
          <w:id w:val="-73512086"/>
          <w:placeholder>
            <w:docPart w:val="0EE129000F4A4B4897D0F8BCDEA255C9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[Describe the training program]</w:t>
          </w:r>
        </w:sdtContent>
      </w:sdt>
    </w:p>
    <w:p w:rsidR="005D2A18" w:rsidRDefault="00D40D1F">
      <w:pPr>
        <w:pStyle w:val="ListNumber3"/>
      </w:pPr>
      <w:r>
        <w:t xml:space="preserve">Recurrent training:  </w:t>
      </w:r>
      <w:sdt>
        <w:sdtPr>
          <w:id w:val="-359210321"/>
          <w:placeholder>
            <w:docPart w:val="0EE129000F4A4B4897D0F8BCDEA255C9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[Describe the training program]</w:t>
          </w:r>
        </w:sdtContent>
      </w:sdt>
    </w:p>
    <w:p w:rsidR="005D2A18" w:rsidRDefault="00D40D1F">
      <w:pPr>
        <w:pStyle w:val="ListNumber3"/>
      </w:pPr>
      <w:r>
        <w:t xml:space="preserve">Special function training:  </w:t>
      </w:r>
      <w:sdt>
        <w:sdtPr>
          <w:id w:val="-1072660730"/>
          <w:placeholder>
            <w:docPart w:val="0EE129000F4A4B4897D0F8BCDEA255C9"/>
          </w:placeholder>
          <w:temporary/>
          <w:showingPlcHdr/>
          <w15:appearance w15:val="hidden"/>
        </w:sdtPr>
        <w:sdtEndPr/>
        <w:sdtContent>
          <w:r>
            <w:rPr>
              <w:rStyle w:val="PlaceholderText"/>
            </w:rPr>
            <w:t>[Describe the training program]</w:t>
          </w:r>
        </w:sdtContent>
      </w:sdt>
    </w:p>
    <w:p w:rsidR="005D2A18" w:rsidRDefault="00D40D1F">
      <w:pPr>
        <w:pStyle w:val="ListNumber2"/>
      </w:pPr>
      <w:sdt>
        <w:sdtPr>
          <w:id w:val="-734388735"/>
          <w:placeholder>
            <w:docPart w:val="838576FD9A5C4CE98CE93F705D53C030"/>
          </w:placeholder>
          <w:temporary/>
          <w:showingPlcHdr/>
          <w15:appearance w15:val="hidden"/>
        </w:sdtPr>
        <w:sdtEndPr/>
        <w:sdtContent>
          <w:r>
            <w:t>[Identify privacy training progr</w:t>
          </w:r>
          <w:r>
            <w:t>am content.]</w:t>
          </w:r>
        </w:sdtContent>
      </w:sdt>
    </w:p>
    <w:p w:rsidR="005D2A18" w:rsidRDefault="00D40D1F">
      <w:pPr>
        <w:pStyle w:val="ListNumber"/>
      </w:pPr>
      <w:r>
        <w:t>BUSINESS ASSOCIATE AGREEMENTS</w:t>
      </w:r>
    </w:p>
    <w:p w:rsidR="005D2A18" w:rsidRDefault="00D40D1F">
      <w:pPr>
        <w:pStyle w:val="ListNumber2"/>
        <w:numPr>
          <w:ilvl w:val="0"/>
          <w:numId w:val="24"/>
        </w:numPr>
      </w:pPr>
      <w:sdt>
        <w:sdtPr>
          <w:id w:val="499864690"/>
          <w:placeholder>
            <w:docPart w:val="3ABF7FED4CB44878B74CD7212C24AD24"/>
          </w:placeholder>
          <w:temporary/>
          <w:showingPlcHdr/>
          <w15:appearance w15:val="hidden"/>
        </w:sdtPr>
        <w:sdtEndPr/>
        <w:sdtContent>
          <w:r>
            <w:t>[Describe your organization’s process for developing and executing Business Associate Agreements (BAA).]</w:t>
          </w:r>
        </w:sdtContent>
      </w:sdt>
    </w:p>
    <w:p w:rsidR="005D2A18" w:rsidRDefault="00D40D1F">
      <w:pPr>
        <w:pStyle w:val="ListNumber"/>
      </w:pPr>
      <w:r>
        <w:t>EMPLOYEE COMPLAINTS</w:t>
      </w:r>
    </w:p>
    <w:p w:rsidR="005D2A18" w:rsidRDefault="00D40D1F">
      <w:pPr>
        <w:pStyle w:val="ListNumber2"/>
        <w:numPr>
          <w:ilvl w:val="0"/>
          <w:numId w:val="25"/>
        </w:numPr>
      </w:pPr>
      <w:sdt>
        <w:sdtPr>
          <w:id w:val="-1919552764"/>
          <w:placeholder>
            <w:docPart w:val="89D110B7D3144736A0CD87EACAFD35F0"/>
          </w:placeholder>
          <w:temporary/>
          <w:showingPlcHdr/>
          <w15:appearance w15:val="hidden"/>
        </w:sdtPr>
        <w:sdtEndPr/>
        <w:sdtContent>
          <w:r>
            <w:t>[Describe the process for employee-generated privacy complaints regarding your organ</w:t>
          </w:r>
          <w:r>
            <w:t>ization’s policies and processes for managing PHI]</w:t>
          </w:r>
        </w:sdtContent>
      </w:sdt>
    </w:p>
    <w:p w:rsidR="005D2A18" w:rsidRDefault="00D40D1F">
      <w:pPr>
        <w:pStyle w:val="ListNumber"/>
      </w:pPr>
      <w:r>
        <w:t>SANCTIONS</w:t>
      </w:r>
    </w:p>
    <w:p w:rsidR="005D2A18" w:rsidRDefault="00D40D1F">
      <w:pPr>
        <w:pStyle w:val="ListNumber2"/>
        <w:numPr>
          <w:ilvl w:val="0"/>
          <w:numId w:val="26"/>
        </w:numPr>
      </w:pPr>
      <w:sdt>
        <w:sdtPr>
          <w:id w:val="1820003166"/>
          <w:placeholder>
            <w:docPart w:val="BBAD9CFC30474C80881AE25F3D5969F6"/>
          </w:placeholder>
          <w:temporary/>
          <w:showingPlcHdr/>
          <w15:appearance w15:val="hidden"/>
        </w:sdtPr>
        <w:sdtEndPr/>
        <w:sdtContent>
          <w:r>
            <w:t>[State your organization’s policy for addressing employee violations of its privacy policy.]</w:t>
          </w:r>
        </w:sdtContent>
      </w:sdt>
    </w:p>
    <w:sectPr w:rsidR="005D2A18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D1F" w:rsidRDefault="00D40D1F">
      <w:pPr>
        <w:spacing w:after="0" w:line="240" w:lineRule="auto"/>
      </w:pPr>
      <w:r>
        <w:separator/>
      </w:r>
    </w:p>
  </w:endnote>
  <w:endnote w:type="continuationSeparator" w:id="0">
    <w:p w:rsidR="00D40D1F" w:rsidRDefault="00D4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table with document title and page number"/>
    </w:tblPr>
    <w:tblGrid>
      <w:gridCol w:w="4680"/>
      <w:gridCol w:w="4680"/>
    </w:tblGrid>
    <w:tr w:rsidR="005D2A18">
      <w:tc>
        <w:tcPr>
          <w:tcW w:w="2500" w:type="pct"/>
        </w:tcPr>
        <w:p w:rsidR="005D2A18" w:rsidRDefault="00D40D1F">
          <w:pPr>
            <w:pStyle w:val="Footer"/>
          </w:pPr>
          <w:r>
            <w:t>HIPPA Privacy Policy</w:t>
          </w:r>
        </w:p>
      </w:tc>
      <w:tc>
        <w:tcPr>
          <w:tcW w:w="2500" w:type="pct"/>
        </w:tcPr>
        <w:p w:rsidR="005D2A18" w:rsidRDefault="00D40D1F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Arabic </w:instrText>
          </w:r>
          <w:r>
            <w:fldChar w:fldCharType="separate"/>
          </w:r>
          <w:r w:rsidR="001054BC">
            <w:rPr>
              <w:noProof/>
            </w:rPr>
            <w:t>4</w:t>
          </w:r>
          <w:r>
            <w:fldChar w:fldCharType="end"/>
          </w:r>
        </w:p>
      </w:tc>
    </w:tr>
  </w:tbl>
  <w:p w:rsidR="005D2A18" w:rsidRDefault="005D2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D1F" w:rsidRDefault="00D40D1F">
      <w:pPr>
        <w:spacing w:after="0" w:line="240" w:lineRule="auto"/>
      </w:pPr>
      <w:r>
        <w:separator/>
      </w:r>
    </w:p>
  </w:footnote>
  <w:footnote w:type="continuationSeparator" w:id="0">
    <w:p w:rsidR="00D40D1F" w:rsidRDefault="00D40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BA247F94"/>
    <w:lvl w:ilvl="0">
      <w:start w:val="1"/>
      <w:numFmt w:val="lowerLetter"/>
      <w:pStyle w:val="ListNumber4"/>
      <w:lvlText w:val="%1)"/>
      <w:lvlJc w:val="left"/>
      <w:pPr>
        <w:ind w:left="1440" w:hanging="360"/>
      </w:pPr>
    </w:lvl>
  </w:abstractNum>
  <w:abstractNum w:abstractNumId="1" w15:restartNumberingAfterBreak="0">
    <w:nsid w:val="FFFFFF7E"/>
    <w:multiLevelType w:val="singleLevel"/>
    <w:tmpl w:val="3C50331C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2" w15:restartNumberingAfterBreak="0">
    <w:nsid w:val="FFFFFF7F"/>
    <w:multiLevelType w:val="singleLevel"/>
    <w:tmpl w:val="D3EEE5A4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3" w15:restartNumberingAfterBreak="0">
    <w:nsid w:val="FFFFFF83"/>
    <w:multiLevelType w:val="singleLevel"/>
    <w:tmpl w:val="41DE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B268BC5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3"/>
  </w:num>
  <w:num w:numId="33">
    <w:abstractNumId w:val="2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C"/>
    <w:rsid w:val="001054BC"/>
    <w:rsid w:val="005D2A18"/>
    <w:rsid w:val="00D4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qFormat="1"/>
    <w:lsdException w:name="List Number 3" w:qFormat="1"/>
    <w:lsdException w:name="List Number 4" w:qFormat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2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360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tabs>
        <w:tab w:val="right" w:pos="9360"/>
      </w:tabs>
      <w:spacing w:before="240" w:after="0"/>
      <w:ind w:left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/>
      <w:ind w:left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  <w:ind w:left="0"/>
    </w:pPr>
    <w:rPr>
      <w:color w:val="548DD4" w:themeColor="text2" w:themeTint="99"/>
    </w:rPr>
  </w:style>
  <w:style w:type="character" w:customStyle="1" w:styleId="FooterChar">
    <w:name w:val="Footer Char"/>
    <w:basedOn w:val="DefaultParagraphFont"/>
    <w:link w:val="Footer"/>
    <w:uiPriority w:val="99"/>
    <w:rPr>
      <w:color w:val="548DD4" w:themeColor="text2" w:themeTint="99"/>
      <w:spacing w:val="4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240" w:line="240" w:lineRule="auto"/>
      <w:ind w:left="0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Number">
    <w:name w:val="List Number"/>
    <w:basedOn w:val="Normal"/>
    <w:uiPriority w:val="1"/>
    <w:qFormat/>
    <w:pPr>
      <w:keepNext/>
      <w:numPr>
        <w:numId w:val="1"/>
      </w:numPr>
    </w:pPr>
    <w:rPr>
      <w:b/>
      <w:bCs/>
    </w:rPr>
  </w:style>
  <w:style w:type="paragraph" w:styleId="ListNumber2">
    <w:name w:val="List Number 2"/>
    <w:basedOn w:val="Normal"/>
    <w:uiPriority w:val="1"/>
    <w:qFormat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1"/>
    <w:qFormat/>
    <w:pPr>
      <w:numPr>
        <w:numId w:val="5"/>
      </w:numPr>
      <w:contextualSpacing/>
    </w:pPr>
  </w:style>
  <w:style w:type="paragraph" w:styleId="ListNumber4">
    <w:name w:val="List Number 4"/>
    <w:basedOn w:val="Normal"/>
    <w:uiPriority w:val="1"/>
    <w:qFormat/>
    <w:pPr>
      <w:numPr>
        <w:numId w:val="7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styleId="Strong">
    <w:name w:val="Strong"/>
    <w:basedOn w:val="DefaultParagraphFont"/>
    <w:uiPriority w:val="22"/>
    <w:qFormat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wen\AppData\Roaming\Microsoft\Templates\HIPAA%20privacy%20polic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DFC233FBA24CFAB6832C404D924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0D728B-7FEC-4EAE-B11E-EF9B7BF0C598}"/>
      </w:docPartPr>
      <w:docPartBody>
        <w:p w:rsidR="00000000" w:rsidRDefault="00A95693">
          <w:pPr>
            <w:pStyle w:val="D4DFC233FBA24CFAB6832C404D924B85"/>
          </w:pPr>
          <w:r>
            <w:t>[List the objectives for this privacy policy.]</w:t>
          </w:r>
        </w:p>
      </w:docPartBody>
    </w:docPart>
    <w:docPart>
      <w:docPartPr>
        <w:name w:val="D84C112E12E14E8BB3709E1751AC7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995C9-BA98-4C6B-9024-893BA7A41B79}"/>
      </w:docPartPr>
      <w:docPartBody>
        <w:p w:rsidR="00000000" w:rsidRDefault="00A95693">
          <w:pPr>
            <w:pStyle w:val="D84C112E12E14E8BB3709E1751AC7E8F"/>
          </w:pPr>
          <w:r>
            <w:t>[If your organization is exempt, discuss your organization’s desire to become compliant as a “trusted partner” of HIPAA-covered entities.]</w:t>
          </w:r>
        </w:p>
      </w:docPartBody>
    </w:docPart>
    <w:docPart>
      <w:docPartPr>
        <w:name w:val="AD199DC6B25A4686BFCF4A3289A27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05579-0BB7-490D-BE4B-FC8EDE4F7241}"/>
      </w:docPartPr>
      <w:docPartBody>
        <w:p w:rsidR="00000000" w:rsidRDefault="00A95693">
          <w:pPr>
            <w:pStyle w:val="AD199DC6B25A4686BFCF4A3289A27F8F"/>
          </w:pPr>
          <w:r>
            <w:rPr>
              <w:rStyle w:val="PlaceholderText"/>
            </w:rPr>
            <w:t>[Below, list your organizat</w:t>
          </w:r>
          <w:r>
            <w:rPr>
              <w:rStyle w:val="PlaceholderText"/>
            </w:rPr>
            <w:t>ion’s policies, procedures, and statements that affect the privacy and confidentiality of client health information. To delete this text, click it and then press Delete.]</w:t>
          </w:r>
        </w:p>
      </w:docPartBody>
    </w:docPart>
    <w:docPart>
      <w:docPartPr>
        <w:name w:val="A9267158A69A4E96AEF0138A75234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B952B-751F-400A-B2E8-14DDA2A871B3}"/>
      </w:docPartPr>
      <w:docPartBody>
        <w:p w:rsidR="00000000" w:rsidRDefault="00A95693">
          <w:pPr>
            <w:pStyle w:val="A9267158A69A4E96AEF0138A752342A2"/>
          </w:pPr>
          <w:r>
            <w:t>[Policy, procedure, or statement]</w:t>
          </w:r>
        </w:p>
      </w:docPartBody>
    </w:docPart>
    <w:docPart>
      <w:docPartPr>
        <w:name w:val="FFBE6ED5378B4E6B8B63179678541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A4DF6-AAF2-4E64-81BD-94F866E2D1DD}"/>
      </w:docPartPr>
      <w:docPartBody>
        <w:p w:rsidR="00000000" w:rsidRDefault="00A95693">
          <w:pPr>
            <w:pStyle w:val="FFBE6ED5378B4E6B8B63179678541D61"/>
          </w:pPr>
          <w:r>
            <w:t>[</w:t>
          </w:r>
          <w:r>
            <w:t>List other organization policies or procedures that address the management of client health information.]</w:t>
          </w:r>
        </w:p>
      </w:docPartBody>
    </w:docPart>
    <w:docPart>
      <w:docPartPr>
        <w:name w:val="5EE2E17E19B64D98AD7B868E9DAC7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381B3-21E6-4070-B572-54EF9ECF73A5}"/>
      </w:docPartPr>
      <w:docPartBody>
        <w:p w:rsidR="00000000" w:rsidRDefault="00A95693">
          <w:pPr>
            <w:pStyle w:val="5EE2E17E19B64D98AD7B868E9DAC74AF"/>
          </w:pPr>
          <w:r>
            <w:rPr>
              <w:rStyle w:val="PlaceholderText"/>
            </w:rPr>
            <w:t>[Below, list terms and definitions relevant to HIPAA privacy policy for your organiza</w:t>
          </w:r>
          <w:r>
            <w:rPr>
              <w:rStyle w:val="PlaceholderText"/>
            </w:rPr>
            <w:t>tion. To delete this text, click it and then press Delete.]</w:t>
          </w:r>
        </w:p>
      </w:docPartBody>
    </w:docPart>
    <w:docPart>
      <w:docPartPr>
        <w:name w:val="5A43103524CE4AAAA54764404F29B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AFA8A-1C35-4A62-AAA8-B884E6DA2454}"/>
      </w:docPartPr>
      <w:docPartBody>
        <w:p w:rsidR="00000000" w:rsidRDefault="00A95693">
          <w:pPr>
            <w:pStyle w:val="5A43103524CE4AAAA54764404F29B9D5"/>
          </w:pPr>
          <w:r>
            <w:rPr>
              <w:rStyle w:val="PlaceholderText"/>
            </w:rPr>
            <w:t>[Term #1]</w:t>
          </w:r>
        </w:p>
      </w:docPartBody>
    </w:docPart>
    <w:docPart>
      <w:docPartPr>
        <w:name w:val="44C1CF9B43E943E9A847F7FB25534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7C69B-2297-4979-BE3C-32A5F2FFBBD2}"/>
      </w:docPartPr>
      <w:docPartBody>
        <w:p w:rsidR="00000000" w:rsidRDefault="00A95693">
          <w:pPr>
            <w:pStyle w:val="44C1CF9B43E943E9A847F7FB255344FC"/>
          </w:pPr>
          <w:r>
            <w:rPr>
              <w:rStyle w:val="PlaceholderText"/>
            </w:rPr>
            <w:t>[Definition #1]</w:t>
          </w:r>
        </w:p>
      </w:docPartBody>
    </w:docPart>
    <w:docPart>
      <w:docPartPr>
        <w:name w:val="94B63D6A9EF748F4ACF7D7EABC131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7E752-8C9D-46A7-B495-38756590F140}"/>
      </w:docPartPr>
      <w:docPartBody>
        <w:p w:rsidR="00000000" w:rsidRDefault="00A95693">
          <w:pPr>
            <w:pStyle w:val="94B63D6A9EF748F4ACF7D7EABC13122D"/>
          </w:pPr>
          <w:r>
            <w:rPr>
              <w:rStyle w:val="PlaceholderText"/>
            </w:rPr>
            <w:t>[Term #2]</w:t>
          </w:r>
        </w:p>
      </w:docPartBody>
    </w:docPart>
    <w:docPart>
      <w:docPartPr>
        <w:name w:val="1606603CAC264619A055156B5F00F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953DF-3E74-42E2-801E-232665E38BB8}"/>
      </w:docPartPr>
      <w:docPartBody>
        <w:p w:rsidR="00000000" w:rsidRDefault="00A95693">
          <w:pPr>
            <w:pStyle w:val="1606603CAC264619A055156B5F00F461"/>
          </w:pPr>
          <w:r>
            <w:rPr>
              <w:rStyle w:val="PlaceholderText"/>
            </w:rPr>
            <w:t>[Definition #2]</w:t>
          </w:r>
        </w:p>
      </w:docPartBody>
    </w:docPart>
    <w:docPart>
      <w:docPartPr>
        <w:name w:val="8D96B9C428F44F93B3E72788FEC69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6DF26-585E-410E-848F-5306798EA611}"/>
      </w:docPartPr>
      <w:docPartBody>
        <w:p w:rsidR="00000000" w:rsidRDefault="00A95693">
          <w:pPr>
            <w:pStyle w:val="8D96B9C428F44F93B3E72788FEC69FAB"/>
          </w:pPr>
          <w:r>
            <w:rPr>
              <w:rStyle w:val="PlaceholderText"/>
            </w:rPr>
            <w:t>[Term #3]</w:t>
          </w:r>
        </w:p>
      </w:docPartBody>
    </w:docPart>
    <w:docPart>
      <w:docPartPr>
        <w:name w:val="A74B9E15C43D41829F5CC1279BE34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2C2BD-2F08-4E7E-BDEE-1D432F58816F}"/>
      </w:docPartPr>
      <w:docPartBody>
        <w:p w:rsidR="00000000" w:rsidRDefault="00A95693">
          <w:pPr>
            <w:pStyle w:val="A74B9E15C43D41829F5CC1279BE3484E"/>
          </w:pPr>
          <w:r>
            <w:rPr>
              <w:rStyle w:val="PlaceholderText"/>
            </w:rPr>
            <w:t>[Definition #3]</w:t>
          </w:r>
        </w:p>
      </w:docPartBody>
    </w:docPart>
    <w:docPart>
      <w:docPartPr>
        <w:name w:val="D8566EA358374782AE022F9F5346F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DDB39-0493-4412-B9E7-53D2D7072649}"/>
      </w:docPartPr>
      <w:docPartBody>
        <w:p w:rsidR="00000000" w:rsidRDefault="00A95693">
          <w:pPr>
            <w:pStyle w:val="D8566EA358374782AE022F9F5346F0B4"/>
          </w:pPr>
          <w:r>
            <w:rPr>
              <w:rStyle w:val="PlaceholderText"/>
            </w:rPr>
            <w:t>[Term #4]</w:t>
          </w:r>
        </w:p>
      </w:docPartBody>
    </w:docPart>
    <w:docPart>
      <w:docPartPr>
        <w:name w:val="83F3095DE6CC4E11B5B8B7C8F2B5F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B3713-834F-4524-BB6A-41E9DC57411A}"/>
      </w:docPartPr>
      <w:docPartBody>
        <w:p w:rsidR="00000000" w:rsidRDefault="00A95693">
          <w:pPr>
            <w:pStyle w:val="83F3095DE6CC4E11B5B8B7C8F2B5FE0A"/>
          </w:pPr>
          <w:r>
            <w:rPr>
              <w:rStyle w:val="PlaceholderText"/>
            </w:rPr>
            <w:t>[Definition #4]</w:t>
          </w:r>
        </w:p>
      </w:docPartBody>
    </w:docPart>
    <w:docPart>
      <w:docPartPr>
        <w:name w:val="5A0BC41CB5204494B222F30C8EA15C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62158-26E9-43C1-8AC7-54332763F2E1}"/>
      </w:docPartPr>
      <w:docPartBody>
        <w:p w:rsidR="00000000" w:rsidRDefault="00A95693">
          <w:pPr>
            <w:pStyle w:val="5A0BC41CB5204494B222F30C8EA15C25"/>
          </w:pPr>
          <w:r>
            <w:rPr>
              <w:rStyle w:val="PlaceholderText"/>
            </w:rPr>
            <w:t>[Below, define the PHI repositories in your organization. To delete this text, click it and then press Delete.]</w:t>
          </w:r>
        </w:p>
      </w:docPartBody>
    </w:docPart>
    <w:docPart>
      <w:docPartPr>
        <w:name w:val="019F5D3FFFB14522907A2869EEA89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A8D195-B1AB-4504-BE1E-E454D8C183FF}"/>
      </w:docPartPr>
      <w:docPartBody>
        <w:p w:rsidR="00000000" w:rsidRDefault="00A95693">
          <w:pPr>
            <w:pStyle w:val="019F5D3FFFB14522907A2869EEA89D10"/>
          </w:pPr>
          <w:r>
            <w:t>[Repository]</w:t>
          </w:r>
        </w:p>
      </w:docPartBody>
    </w:docPart>
    <w:docPart>
      <w:docPartPr>
        <w:name w:val="40A56748AA12433680A799416658E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FFEBD-0F2B-432B-9638-926CAEEFDEBB}"/>
      </w:docPartPr>
      <w:docPartBody>
        <w:p w:rsidR="00000000" w:rsidRDefault="00A95693">
          <w:pPr>
            <w:pStyle w:val="40A56748AA12433680A799416658E95E"/>
          </w:pPr>
          <w:r>
            <w:rPr>
              <w:rStyle w:val="PlaceholderText"/>
            </w:rPr>
            <w:t xml:space="preserve">[Below, list your organization’s policy and approach to developing and issuing an </w:t>
          </w:r>
          <w:r>
            <w:rPr>
              <w:rStyle w:val="PlaceholderText"/>
            </w:rPr>
            <w:t>NPP to patients. To delete this text, click it and then press Delete.]</w:t>
          </w:r>
        </w:p>
      </w:docPartBody>
    </w:docPart>
    <w:docPart>
      <w:docPartPr>
        <w:name w:val="C106A9BDBBA945669FD7FBA418711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042F0-1CE2-44DC-B60C-A030FE4F4C35}"/>
      </w:docPartPr>
      <w:docPartBody>
        <w:p w:rsidR="00000000" w:rsidRDefault="00A95693">
          <w:pPr>
            <w:pStyle w:val="C106A9BDBBA945669FD7FBA418711AD7"/>
          </w:pPr>
          <w:r>
            <w:t>[Policy and approach]</w:t>
          </w:r>
        </w:p>
      </w:docPartBody>
    </w:docPart>
    <w:docPart>
      <w:docPartPr>
        <w:name w:val="3B794B478AF84EE7B257683622151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15B75-D343-4BF3-9A6E-41DB689041D3}"/>
      </w:docPartPr>
      <w:docPartBody>
        <w:p w:rsidR="00000000" w:rsidRDefault="00A95693">
          <w:pPr>
            <w:pStyle w:val="3B794B478AF84EE7B257683622151A99"/>
          </w:pPr>
          <w:r>
            <w:rPr>
              <w:rStyle w:val="PlaceholderText"/>
            </w:rPr>
            <w:t>[Below, list your organization’s policy for limiting access and distribution of PHI based on the minimum necessary to permit essential business functions to operate. To delete this text</w:t>
          </w:r>
          <w:r>
            <w:rPr>
              <w:rStyle w:val="PlaceholderText"/>
            </w:rPr>
            <w:t>, click it and then press Delete.]</w:t>
          </w:r>
        </w:p>
      </w:docPartBody>
    </w:docPart>
    <w:docPart>
      <w:docPartPr>
        <w:name w:val="30356E155402429E8A30C6984294F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C3855-5357-49BC-825E-468B790F9129}"/>
      </w:docPartPr>
      <w:docPartBody>
        <w:p w:rsidR="00000000" w:rsidRDefault="00A95693">
          <w:pPr>
            <w:pStyle w:val="30356E155402429E8A30C6984294FFD4"/>
          </w:pPr>
          <w:r>
            <w:t>[Policy]</w:t>
          </w:r>
        </w:p>
      </w:docPartBody>
    </w:docPart>
    <w:docPart>
      <w:docPartPr>
        <w:name w:val="1544CF5D91FF41A89EBA1AE34CF62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E7956-B0D3-4CAB-9E8A-2E3AAA6A92E1}"/>
      </w:docPartPr>
      <w:docPartBody>
        <w:p w:rsidR="00000000" w:rsidRDefault="00A95693">
          <w:pPr>
            <w:pStyle w:val="1544CF5D91FF41A89EBA1AE34CF620FD"/>
          </w:pPr>
          <w:r>
            <w:rPr>
              <w:rStyle w:val="PlaceholderText"/>
            </w:rPr>
            <w:t>[Describe organization’s routine uses of PHI. This should correspond to the uses cited in NPP.]</w:t>
          </w:r>
        </w:p>
      </w:docPartBody>
    </w:docPart>
    <w:docPart>
      <w:docPartPr>
        <w:name w:val="77BD0718CA524D5A8239023107CF3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4890F-C3D3-492C-83CF-CEEF1E15BF90}"/>
      </w:docPartPr>
      <w:docPartBody>
        <w:p w:rsidR="00000000" w:rsidRDefault="00A95693">
          <w:pPr>
            <w:pStyle w:val="77BD0718CA524D5A8239023107CF3C5F"/>
          </w:pPr>
          <w:r>
            <w:rPr>
              <w:rStyle w:val="PlaceholderText"/>
            </w:rPr>
            <w:t>[Describe organization’s functions for which authorization is not required.]</w:t>
          </w:r>
        </w:p>
      </w:docPartBody>
    </w:docPart>
    <w:docPart>
      <w:docPartPr>
        <w:name w:val="2CA9258EDC374AF29E8051BDF5EC7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C08B5-231E-436E-860B-C8D6BB9F2360}"/>
      </w:docPartPr>
      <w:docPartBody>
        <w:p w:rsidR="00000000" w:rsidRDefault="00A95693">
          <w:pPr>
            <w:pStyle w:val="2CA9258EDC374AF29E8051BDF5EC7CC0"/>
          </w:pPr>
          <w:r>
            <w:rPr>
              <w:rStyle w:val="PlaceholderText"/>
            </w:rPr>
            <w:t xml:space="preserve">[Describe organization’s process for </w:t>
          </w:r>
          <w:r>
            <w:rPr>
              <w:rStyle w:val="PlaceholderText"/>
            </w:rPr>
            <w:t>allowing external disclosure of client information.]</w:t>
          </w:r>
        </w:p>
      </w:docPartBody>
    </w:docPart>
    <w:docPart>
      <w:docPartPr>
        <w:name w:val="3A7F44B9ABB949E4A7410C7F7F8F9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6555E-FAD4-4DFC-B92F-9040EC0625EE}"/>
      </w:docPartPr>
      <w:docPartBody>
        <w:p w:rsidR="00000000" w:rsidRDefault="00A95693">
          <w:pPr>
            <w:pStyle w:val="3A7F44B9ABB949E4A7410C7F7F8F90B6"/>
          </w:pPr>
          <w:r>
            <w:rPr>
              <w:rStyle w:val="PlaceholderText"/>
            </w:rPr>
            <w:t>[Describe how organization determines or identifies a Personal Representative.]</w:t>
          </w:r>
        </w:p>
      </w:docPartBody>
    </w:docPart>
    <w:docPart>
      <w:docPartPr>
        <w:name w:val="3C6279D165B240F9B5C67FECB0FFE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9680A-A222-476C-BAF3-41C4A3364B0A}"/>
      </w:docPartPr>
      <w:docPartBody>
        <w:p w:rsidR="00000000" w:rsidRDefault="00A95693">
          <w:pPr>
            <w:pStyle w:val="3C6279D165B240F9B5C67FECB0FFE859"/>
          </w:pPr>
          <w:r>
            <w:rPr>
              <w:rStyle w:val="PlaceholderText"/>
            </w:rPr>
            <w:t>[Reference the specific state law that grants to minors their rights to access their PHI.]</w:t>
          </w:r>
        </w:p>
      </w:docPartBody>
    </w:docPart>
    <w:docPart>
      <w:docPartPr>
        <w:name w:val="C751DEE009914615858FA7E7B3A76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6960E-B50A-4DAB-9BB2-7F9F0963E1BD}"/>
      </w:docPartPr>
      <w:docPartBody>
        <w:p w:rsidR="00000000" w:rsidRDefault="00A95693">
          <w:pPr>
            <w:pStyle w:val="C751DEE009914615858FA7E7B3A76162"/>
          </w:pPr>
          <w:r>
            <w:rPr>
              <w:rStyle w:val="PlaceholderText"/>
            </w:rPr>
            <w:t>[Below, list your organization’s procedures for handling individual HIPAA rights requests. To delete this text, click it and then press Delete.]</w:t>
          </w:r>
        </w:p>
      </w:docPartBody>
    </w:docPart>
    <w:docPart>
      <w:docPartPr>
        <w:name w:val="D224DCF06C4247D18302F3F8F93F7A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AB15F-3C9E-450F-BE7A-CFD6CA5161BF}"/>
      </w:docPartPr>
      <w:docPartBody>
        <w:p w:rsidR="00000000" w:rsidRDefault="00A95693">
          <w:pPr>
            <w:pStyle w:val="D224DCF06C4247D18302F3F8F93F7A9E"/>
          </w:pPr>
          <w:r>
            <w:rPr>
              <w:rStyle w:val="PlaceholderText"/>
            </w:rPr>
            <w:t>[Procedure]</w:t>
          </w:r>
        </w:p>
      </w:docPartBody>
    </w:docPart>
    <w:docPart>
      <w:docPartPr>
        <w:name w:val="66D5D1C1C7454FD0A57CF60F4940D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87833-2051-4252-89D1-E53F7E55C9AC}"/>
      </w:docPartPr>
      <w:docPartBody>
        <w:p w:rsidR="00000000" w:rsidRDefault="00A95693">
          <w:pPr>
            <w:pStyle w:val="66D5D1C1C7454FD0A57CF60F4940D8D4"/>
          </w:pPr>
          <w:r>
            <w:rPr>
              <w:rStyle w:val="PlaceholderText"/>
            </w:rPr>
            <w:t xml:space="preserve">[Below, list the safeguards your organization has put in place for the protection of PHI. To delete this text, click it and then press </w:t>
          </w:r>
          <w:r>
            <w:rPr>
              <w:rStyle w:val="PlaceholderText"/>
            </w:rPr>
            <w:t>Delete.]</w:t>
          </w:r>
        </w:p>
      </w:docPartBody>
    </w:docPart>
    <w:docPart>
      <w:docPartPr>
        <w:name w:val="2014AFB77D70429BBFA9C333C305A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3EBC4-95F1-4B70-B419-41BD61F5E328}"/>
      </w:docPartPr>
      <w:docPartBody>
        <w:p w:rsidR="00000000" w:rsidRDefault="00A95693">
          <w:pPr>
            <w:pStyle w:val="2014AFB77D70429BBFA9C333C305A3E2"/>
          </w:pPr>
          <w:r>
            <w:rPr>
              <w:rStyle w:val="PlaceholderText"/>
            </w:rPr>
            <w:t>[Safeguard]</w:t>
          </w:r>
        </w:p>
      </w:docPartBody>
    </w:docPart>
    <w:docPart>
      <w:docPartPr>
        <w:name w:val="47176DCA251743C09315BAEC4DBA1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BE0FF-A7F2-4AE6-BF37-88B56CC39894}"/>
      </w:docPartPr>
      <w:docPartBody>
        <w:p w:rsidR="00000000" w:rsidRDefault="00A95693">
          <w:pPr>
            <w:pStyle w:val="47176DCA251743C09315BAEC4DBA1CF6"/>
          </w:pPr>
          <w:r>
            <w:t>[Describe your organization’s privacy training program.]</w:t>
          </w:r>
        </w:p>
      </w:docPartBody>
    </w:docPart>
    <w:docPart>
      <w:docPartPr>
        <w:name w:val="0EE129000F4A4B4897D0F8BCDEA255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5B34A-5289-4498-9487-3F0E4AD91FD8}"/>
      </w:docPartPr>
      <w:docPartBody>
        <w:p w:rsidR="00000000" w:rsidRDefault="00A95693">
          <w:pPr>
            <w:pStyle w:val="0EE129000F4A4B4897D0F8BCDEA255C9"/>
          </w:pPr>
          <w:r>
            <w:rPr>
              <w:rStyle w:val="PlaceholderText"/>
            </w:rPr>
            <w:t>[Describe the training program]</w:t>
          </w:r>
        </w:p>
      </w:docPartBody>
    </w:docPart>
    <w:docPart>
      <w:docPartPr>
        <w:name w:val="838576FD9A5C4CE98CE93F705D53C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BC6F7-0BEC-4D58-BE9F-31360E4EE45C}"/>
      </w:docPartPr>
      <w:docPartBody>
        <w:p w:rsidR="00000000" w:rsidRDefault="00A95693">
          <w:pPr>
            <w:pStyle w:val="838576FD9A5C4CE98CE93F705D53C030"/>
          </w:pPr>
          <w:r>
            <w:t>[Identify privacy training program content.]</w:t>
          </w:r>
        </w:p>
      </w:docPartBody>
    </w:docPart>
    <w:docPart>
      <w:docPartPr>
        <w:name w:val="3ABF7FED4CB44878B74CD7212C24A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DB79E-3487-4A0D-AB7A-7D5F8BF27831}"/>
      </w:docPartPr>
      <w:docPartBody>
        <w:p w:rsidR="00000000" w:rsidRDefault="00A95693">
          <w:pPr>
            <w:pStyle w:val="3ABF7FED4CB44878B74CD7212C24AD24"/>
          </w:pPr>
          <w:r>
            <w:t>[Describe y</w:t>
          </w:r>
          <w:r>
            <w:t>our organization’s process for developing and executing Business Associate Agreements (BAA).]</w:t>
          </w:r>
        </w:p>
      </w:docPartBody>
    </w:docPart>
    <w:docPart>
      <w:docPartPr>
        <w:name w:val="89D110B7D3144736A0CD87EACAFD3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63B5F-CA2A-4780-8B06-C3637118504C}"/>
      </w:docPartPr>
      <w:docPartBody>
        <w:p w:rsidR="00000000" w:rsidRDefault="00A95693">
          <w:pPr>
            <w:pStyle w:val="89D110B7D3144736A0CD87EACAFD35F0"/>
          </w:pPr>
          <w:r>
            <w:t>[Describe the process for employee-generated privacy complaints regarding your organization’s policies and processes for managing PHI]</w:t>
          </w:r>
        </w:p>
      </w:docPartBody>
    </w:docPart>
    <w:docPart>
      <w:docPartPr>
        <w:name w:val="BBAD9CFC30474C80881AE25F3D59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41417-5304-4F55-9E55-44E269C54326}"/>
      </w:docPartPr>
      <w:docPartBody>
        <w:p w:rsidR="00000000" w:rsidRDefault="00A95693">
          <w:pPr>
            <w:pStyle w:val="BBAD9CFC30474C80881AE25F3D5969F6"/>
          </w:pPr>
          <w:r>
            <w:t xml:space="preserve">[State your organization’s </w:t>
          </w:r>
          <w:r>
            <w:t>policy for addressing employee violations of its privacy policy.]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93"/>
    <w:rsid w:val="00A9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customStyle="1" w:styleId="97B07855D078441AA23EA3EEF0165D17">
    <w:name w:val="97B07855D078441AA23EA3EEF0165D17"/>
  </w:style>
  <w:style w:type="paragraph" w:customStyle="1" w:styleId="D4DFC233FBA24CFAB6832C404D924B85">
    <w:name w:val="D4DFC233FBA24CFAB6832C404D924B85"/>
  </w:style>
  <w:style w:type="paragraph" w:customStyle="1" w:styleId="D84C112E12E14E8BB3709E1751AC7E8F">
    <w:name w:val="D84C112E12E14E8BB3709E1751AC7E8F"/>
  </w:style>
  <w:style w:type="paragraph" w:customStyle="1" w:styleId="AD199DC6B25A4686BFCF4A3289A27F8F">
    <w:name w:val="AD199DC6B25A4686BFCF4A3289A27F8F"/>
  </w:style>
  <w:style w:type="paragraph" w:customStyle="1" w:styleId="A9267158A69A4E96AEF0138A752342A2">
    <w:name w:val="A9267158A69A4E96AEF0138A752342A2"/>
  </w:style>
  <w:style w:type="paragraph" w:customStyle="1" w:styleId="FFBE6ED5378B4E6B8B63179678541D61">
    <w:name w:val="FFBE6ED5378B4E6B8B63179678541D61"/>
  </w:style>
  <w:style w:type="paragraph" w:customStyle="1" w:styleId="5EE2E17E19B64D98AD7B868E9DAC74AF">
    <w:name w:val="5EE2E17E19B64D98AD7B868E9DAC74AF"/>
  </w:style>
  <w:style w:type="paragraph" w:customStyle="1" w:styleId="5A43103524CE4AAAA54764404F29B9D5">
    <w:name w:val="5A43103524CE4AAAA54764404F29B9D5"/>
  </w:style>
  <w:style w:type="paragraph" w:customStyle="1" w:styleId="44C1CF9B43E943E9A847F7FB255344FC">
    <w:name w:val="44C1CF9B43E943E9A847F7FB255344FC"/>
  </w:style>
  <w:style w:type="paragraph" w:customStyle="1" w:styleId="94B63D6A9EF748F4ACF7D7EABC13122D">
    <w:name w:val="94B63D6A9EF748F4ACF7D7EABC13122D"/>
  </w:style>
  <w:style w:type="paragraph" w:customStyle="1" w:styleId="1606603CAC264619A055156B5F00F461">
    <w:name w:val="1606603CAC264619A055156B5F00F461"/>
  </w:style>
  <w:style w:type="paragraph" w:customStyle="1" w:styleId="8D96B9C428F44F93B3E72788FEC69FAB">
    <w:name w:val="8D96B9C428F44F93B3E72788FEC69FAB"/>
  </w:style>
  <w:style w:type="paragraph" w:customStyle="1" w:styleId="A74B9E15C43D41829F5CC1279BE3484E">
    <w:name w:val="A74B9E15C43D41829F5CC1279BE3484E"/>
  </w:style>
  <w:style w:type="paragraph" w:customStyle="1" w:styleId="D8566EA358374782AE022F9F5346F0B4">
    <w:name w:val="D8566EA358374782AE022F9F5346F0B4"/>
  </w:style>
  <w:style w:type="paragraph" w:customStyle="1" w:styleId="83F3095DE6CC4E11B5B8B7C8F2B5FE0A">
    <w:name w:val="83F3095DE6CC4E11B5B8B7C8F2B5FE0A"/>
  </w:style>
  <w:style w:type="paragraph" w:customStyle="1" w:styleId="5A0BC41CB5204494B222F30C8EA15C25">
    <w:name w:val="5A0BC41CB5204494B222F30C8EA15C25"/>
  </w:style>
  <w:style w:type="paragraph" w:customStyle="1" w:styleId="019F5D3FFFB14522907A2869EEA89D10">
    <w:name w:val="019F5D3FFFB14522907A2869EEA89D10"/>
  </w:style>
  <w:style w:type="paragraph" w:customStyle="1" w:styleId="40A56748AA12433680A799416658E95E">
    <w:name w:val="40A56748AA12433680A799416658E95E"/>
  </w:style>
  <w:style w:type="paragraph" w:customStyle="1" w:styleId="C106A9BDBBA945669FD7FBA418711AD7">
    <w:name w:val="C106A9BDBBA945669FD7FBA418711AD7"/>
  </w:style>
  <w:style w:type="paragraph" w:customStyle="1" w:styleId="3B794B478AF84EE7B257683622151A99">
    <w:name w:val="3B794B478AF84EE7B257683622151A99"/>
  </w:style>
  <w:style w:type="paragraph" w:customStyle="1" w:styleId="30356E155402429E8A30C6984294FFD4">
    <w:name w:val="30356E155402429E8A30C6984294FFD4"/>
  </w:style>
  <w:style w:type="paragraph" w:customStyle="1" w:styleId="1544CF5D91FF41A89EBA1AE34CF620FD">
    <w:name w:val="1544CF5D91FF41A89EBA1AE34CF620FD"/>
  </w:style>
  <w:style w:type="paragraph" w:customStyle="1" w:styleId="77BD0718CA524D5A8239023107CF3C5F">
    <w:name w:val="77BD0718CA524D5A8239023107CF3C5F"/>
  </w:style>
  <w:style w:type="paragraph" w:customStyle="1" w:styleId="2CA9258EDC374AF29E8051BDF5EC7CC0">
    <w:name w:val="2CA9258EDC374AF29E8051BDF5EC7CC0"/>
  </w:style>
  <w:style w:type="paragraph" w:customStyle="1" w:styleId="3A7F44B9ABB949E4A7410C7F7F8F90B6">
    <w:name w:val="3A7F44B9ABB949E4A7410C7F7F8F90B6"/>
  </w:style>
  <w:style w:type="paragraph" w:customStyle="1" w:styleId="3C6279D165B240F9B5C67FECB0FFE859">
    <w:name w:val="3C6279D165B240F9B5C67FECB0FFE859"/>
  </w:style>
  <w:style w:type="paragraph" w:customStyle="1" w:styleId="C751DEE009914615858FA7E7B3A76162">
    <w:name w:val="C751DEE009914615858FA7E7B3A76162"/>
  </w:style>
  <w:style w:type="paragraph" w:customStyle="1" w:styleId="D224DCF06C4247D18302F3F8F93F7A9E">
    <w:name w:val="D224DCF06C4247D18302F3F8F93F7A9E"/>
  </w:style>
  <w:style w:type="paragraph" w:customStyle="1" w:styleId="66D5D1C1C7454FD0A57CF60F4940D8D4">
    <w:name w:val="66D5D1C1C7454FD0A57CF60F4940D8D4"/>
  </w:style>
  <w:style w:type="paragraph" w:customStyle="1" w:styleId="2014AFB77D70429BBFA9C333C305A3E2">
    <w:name w:val="2014AFB77D70429BBFA9C333C305A3E2"/>
  </w:style>
  <w:style w:type="paragraph" w:customStyle="1" w:styleId="47176DCA251743C09315BAEC4DBA1CF6">
    <w:name w:val="47176DCA251743C09315BAEC4DBA1CF6"/>
  </w:style>
  <w:style w:type="paragraph" w:customStyle="1" w:styleId="0EE129000F4A4B4897D0F8BCDEA255C9">
    <w:name w:val="0EE129000F4A4B4897D0F8BCDEA255C9"/>
  </w:style>
  <w:style w:type="paragraph" w:customStyle="1" w:styleId="838576FD9A5C4CE98CE93F705D53C030">
    <w:name w:val="838576FD9A5C4CE98CE93F705D53C030"/>
  </w:style>
  <w:style w:type="paragraph" w:customStyle="1" w:styleId="3ABF7FED4CB44878B74CD7212C24AD24">
    <w:name w:val="3ABF7FED4CB44878B74CD7212C24AD24"/>
  </w:style>
  <w:style w:type="paragraph" w:customStyle="1" w:styleId="89D110B7D3144736A0CD87EACAFD35F0">
    <w:name w:val="89D110B7D3144736A0CD87EACAFD35F0"/>
  </w:style>
  <w:style w:type="paragraph" w:customStyle="1" w:styleId="BBAD9CFC30474C80881AE25F3D5969F6">
    <w:name w:val="BBAD9CFC30474C80881AE25F3D5969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AFB396-10CD-4F7F-ADDB-1834E384DA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HIPAA privacy policy</Template>
  <TotalTime>0</TotalTime>
  <Pages>4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2016-05-31T10:42:00Z</dcterms:created>
  <dcterms:modified xsi:type="dcterms:W3CDTF">2016-05-31T10:43:00Z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TC040218179991</vt:lpwstr>
  </property>
</Properties>
</file>